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C4" w:rsidRDefault="00E06EC4" w:rsidP="00E06EC4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16:20:03 Page 1</w:t>
      </w:r>
    </w:p>
    <w:p w:rsidR="00E06EC4" w:rsidRDefault="00E06EC4" w:rsidP="00E06EC4">
      <w:r>
        <w:t>G e n e r a l   A l g e b r a i c   M o d e l i n g   S y s t e m</w:t>
      </w:r>
    </w:p>
    <w:p w:rsidR="00E06EC4" w:rsidRDefault="00E06EC4" w:rsidP="00E06EC4">
      <w:r>
        <w:t>C o m p i l a t i o n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      The code solves the problem for a single TMDL (not the whole range) to get</w:t>
      </w:r>
    </w:p>
    <w:p w:rsidR="00E06EC4" w:rsidRDefault="00E06EC4" w:rsidP="00E06EC4">
      <w:r>
        <w:t xml:space="preserve">       </w:t>
      </w:r>
      <w:proofErr w:type="gramStart"/>
      <w:r>
        <w:t>the</w:t>
      </w:r>
      <w:proofErr w:type="gramEnd"/>
    </w:p>
    <w:p w:rsidR="00E06EC4" w:rsidRDefault="00E06EC4" w:rsidP="00E06EC4">
      <w:r>
        <w:t xml:space="preserve">      </w:t>
      </w:r>
      <w:proofErr w:type="gramStart"/>
      <w:r>
        <w:t>detail</w:t>
      </w:r>
      <w:proofErr w:type="gramEnd"/>
      <w:r>
        <w:t xml:space="preserve"> data on each problem solution when trading is available.</w:t>
      </w:r>
    </w:p>
    <w:p w:rsidR="00E06EC4" w:rsidRDefault="00E06EC4" w:rsidP="00E06EC4">
      <w:r>
        <w:t xml:space="preserve">      The health care cost is considered as a part of the objective function and</w:t>
      </w:r>
    </w:p>
    <w:p w:rsidR="00E06EC4" w:rsidRDefault="00E06EC4" w:rsidP="00E06EC4">
      <w:r>
        <w:t xml:space="preserve">       TMDL</w:t>
      </w:r>
    </w:p>
    <w:p w:rsidR="00E06EC4" w:rsidRDefault="00E06EC4" w:rsidP="00E06EC4">
      <w:r>
        <w:t xml:space="preserve">      </w:t>
      </w:r>
      <w:proofErr w:type="gramStart"/>
      <w:r>
        <w:t>is</w:t>
      </w:r>
      <w:proofErr w:type="gramEnd"/>
      <w:r>
        <w:t xml:space="preserve"> taken as a decision variable.</w:t>
      </w:r>
    </w:p>
    <w:p w:rsidR="00E06EC4" w:rsidRDefault="00E06EC4" w:rsidP="00E06EC4">
      <w:r>
        <w:t xml:space="preserve">       </w:t>
      </w:r>
    </w:p>
    <w:p w:rsidR="00E06EC4" w:rsidRDefault="00E06EC4" w:rsidP="00E06EC4">
      <w:r>
        <w:t xml:space="preserve">   8   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COMPILATION TIME     =        0.000 SECONDS      3 </w:t>
      </w:r>
      <w:proofErr w:type="gramStart"/>
      <w:r>
        <w:t>MB  24.1.3</w:t>
      </w:r>
      <w:proofErr w:type="gramEnd"/>
      <w:r>
        <w:t xml:space="preserve"> r41464 WEX-WEI</w:t>
      </w:r>
    </w:p>
    <w:p w:rsidR="00E06EC4" w:rsidRDefault="00E06EC4" w:rsidP="00E06EC4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16:20:03 Page 2</w:t>
      </w:r>
    </w:p>
    <w:p w:rsidR="00E06EC4" w:rsidRDefault="00E06EC4" w:rsidP="00E06EC4">
      <w:r>
        <w:t>G e n e r a l   A l g e b r a i c   M o d e l i n g   S y s t e m</w:t>
      </w:r>
    </w:p>
    <w:p w:rsidR="00E06EC4" w:rsidRDefault="00E06EC4" w:rsidP="00E06EC4">
      <w:r>
        <w:t xml:space="preserve">Model Statistics    SOLVE Tech_problem Using MIP </w:t>
      </w:r>
      <w:proofErr w:type="gramStart"/>
      <w:r>
        <w:t>From</w:t>
      </w:r>
      <w:proofErr w:type="gramEnd"/>
      <w:r>
        <w:t xml:space="preserve"> line 178</w:t>
      </w:r>
    </w:p>
    <w:p w:rsidR="00E06EC4" w:rsidRDefault="00E06EC4" w:rsidP="00E06EC4"/>
    <w:p w:rsidR="00E06EC4" w:rsidRDefault="00E06EC4" w:rsidP="00E06EC4"/>
    <w:p w:rsidR="00E06EC4" w:rsidRDefault="00E06EC4" w:rsidP="00E06EC4">
      <w:r>
        <w:t>MODEL STATISTICS</w:t>
      </w:r>
    </w:p>
    <w:p w:rsidR="00E06EC4" w:rsidRDefault="00E06EC4" w:rsidP="00E06EC4"/>
    <w:p w:rsidR="00E06EC4" w:rsidRDefault="00E06EC4" w:rsidP="00E06EC4">
      <w:r>
        <w:t>BLOCKS OF EQUATIONS           8     SINGLE EQUATIONS          148</w:t>
      </w:r>
    </w:p>
    <w:p w:rsidR="00E06EC4" w:rsidRDefault="00E06EC4" w:rsidP="00E06EC4">
      <w:r>
        <w:t>BLOCKS OF VARIABLES           6     SINGLE VARIABLES          148</w:t>
      </w:r>
    </w:p>
    <w:p w:rsidR="00E06EC4" w:rsidRDefault="00E06EC4" w:rsidP="00E06EC4">
      <w:r>
        <w:t>NON ZERO ELEMENTS           440     DISCRETE VARIABLES         87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GENERATION TIME      =        0.015 SECONDS      4 </w:t>
      </w:r>
      <w:proofErr w:type="gramStart"/>
      <w:r>
        <w:t>MB  24.1.3</w:t>
      </w:r>
      <w:proofErr w:type="gramEnd"/>
      <w:r>
        <w:t xml:space="preserve"> r41464 WEX-WEI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EXECUTION TIME       =        0.015 SECONDS      4 </w:t>
      </w:r>
      <w:proofErr w:type="gramStart"/>
      <w:r>
        <w:t>MB  24.1.3</w:t>
      </w:r>
      <w:proofErr w:type="gramEnd"/>
      <w:r>
        <w:t xml:space="preserve"> r41464 WEX-WEI</w:t>
      </w:r>
    </w:p>
    <w:p w:rsidR="00E06EC4" w:rsidRDefault="00E06EC4" w:rsidP="00E06EC4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16:20:03 Page 3</w:t>
      </w:r>
    </w:p>
    <w:p w:rsidR="00E06EC4" w:rsidRDefault="00E06EC4" w:rsidP="00E06EC4">
      <w:r>
        <w:t>G e n e r a l   A l g e b r a i c   M o d e l i n g   S y s t e m</w:t>
      </w:r>
    </w:p>
    <w:p w:rsidR="00E06EC4" w:rsidRDefault="00E06EC4" w:rsidP="00E06EC4">
      <w:r>
        <w:t xml:space="preserve">Solution Report     SOLVE Tech_problem Using MIP </w:t>
      </w:r>
      <w:proofErr w:type="gramStart"/>
      <w:r>
        <w:t>From</w:t>
      </w:r>
      <w:proofErr w:type="gramEnd"/>
      <w:r>
        <w:t xml:space="preserve"> line 178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               S O L V E      S U M M A R Y</w:t>
      </w:r>
    </w:p>
    <w:p w:rsidR="00E06EC4" w:rsidRDefault="00E06EC4" w:rsidP="00E06EC4"/>
    <w:p w:rsidR="00E06EC4" w:rsidRDefault="00E06EC4" w:rsidP="00E06EC4">
      <w:r>
        <w:t xml:space="preserve">     MODEL   Tech_problem        </w:t>
      </w:r>
      <w:proofErr w:type="gramStart"/>
      <w:r>
        <w:t>OBJECTIVE  Tobj</w:t>
      </w:r>
      <w:proofErr w:type="gramEnd"/>
    </w:p>
    <w:p w:rsidR="00E06EC4" w:rsidRDefault="00E06EC4" w:rsidP="00E06EC4">
      <w:r>
        <w:t xml:space="preserve">     TYPE    MIP                 </w:t>
      </w:r>
      <w:proofErr w:type="gramStart"/>
      <w:r>
        <w:t>DIRECTION  MINIMIZE</w:t>
      </w:r>
      <w:proofErr w:type="gramEnd"/>
    </w:p>
    <w:p w:rsidR="00E06EC4" w:rsidRDefault="00E06EC4" w:rsidP="00E06EC4">
      <w:r>
        <w:t xml:space="preserve">     </w:t>
      </w:r>
      <w:proofErr w:type="gramStart"/>
      <w:r>
        <w:t>SOLVER  CPLEX</w:t>
      </w:r>
      <w:proofErr w:type="gramEnd"/>
      <w:r>
        <w:t xml:space="preserve">               FROM LINE  178</w:t>
      </w:r>
    </w:p>
    <w:p w:rsidR="00E06EC4" w:rsidRDefault="00E06EC4" w:rsidP="00E06EC4"/>
    <w:p w:rsidR="00E06EC4" w:rsidRDefault="00E06EC4" w:rsidP="00E06EC4">
      <w:r>
        <w:t xml:space="preserve">**** SOLVER STATUS     1 Normal Completion         </w:t>
      </w:r>
    </w:p>
    <w:p w:rsidR="00E06EC4" w:rsidRDefault="00E06EC4" w:rsidP="00E06EC4">
      <w:r>
        <w:t xml:space="preserve">**** MODEL STATUS      1 Optimal                   </w:t>
      </w:r>
    </w:p>
    <w:p w:rsidR="00E06EC4" w:rsidRDefault="00E06EC4" w:rsidP="00E06EC4">
      <w:r>
        <w:t>**** OBJECTIVE VALUE        272548404.9230</w:t>
      </w:r>
    </w:p>
    <w:p w:rsidR="00E06EC4" w:rsidRDefault="00E06EC4" w:rsidP="00E06EC4"/>
    <w:p w:rsidR="00E06EC4" w:rsidRDefault="00E06EC4" w:rsidP="00E06EC4">
      <w:r>
        <w:t xml:space="preserve"> RESOURCE USAGE, LIMIT          0.125      1000.000</w:t>
      </w:r>
    </w:p>
    <w:p w:rsidR="00E06EC4" w:rsidRDefault="00E06EC4" w:rsidP="00E06EC4">
      <w:r>
        <w:t xml:space="preserve"> ITERATION COUNT, LIMIT         0    2000000000</w:t>
      </w:r>
    </w:p>
    <w:p w:rsidR="00E06EC4" w:rsidRDefault="00E06EC4" w:rsidP="00E06EC4"/>
    <w:p w:rsidR="00E06EC4" w:rsidRDefault="00E06EC4" w:rsidP="00E06EC4">
      <w:r>
        <w:t xml:space="preserve">IBM ILOG CPLEX   24.1.3 r41464 Released Jul 26, 2013 WEI x86_64/MS Windows    </w:t>
      </w:r>
    </w:p>
    <w:p w:rsidR="00E06EC4" w:rsidRDefault="00E06EC4" w:rsidP="00E06EC4">
      <w:r>
        <w:t>--- GAMS/Cplex licensed for continuous and discrete problems.</w:t>
      </w:r>
    </w:p>
    <w:p w:rsidR="00E06EC4" w:rsidRDefault="00E06EC4" w:rsidP="00E06EC4">
      <w:r>
        <w:t>Cplex 12.5.1.0</w:t>
      </w:r>
    </w:p>
    <w:p w:rsidR="00E06EC4" w:rsidRDefault="00E06EC4" w:rsidP="00E06EC4"/>
    <w:p w:rsidR="00E06EC4" w:rsidRDefault="00E06EC4" w:rsidP="00E06EC4">
      <w:r>
        <w:t xml:space="preserve">MIP </w:t>
      </w:r>
      <w:proofErr w:type="gramStart"/>
      <w:r>
        <w:t>status(</w:t>
      </w:r>
      <w:proofErr w:type="gramEnd"/>
      <w:r>
        <w:t>101): integer optimal solution</w:t>
      </w:r>
    </w:p>
    <w:p w:rsidR="00E06EC4" w:rsidRDefault="00E06EC4" w:rsidP="00E06EC4">
      <w:r>
        <w:t>Cplex Time: 0.11sec (det. 27.98 ticks)</w:t>
      </w:r>
    </w:p>
    <w:p w:rsidR="00E06EC4" w:rsidRDefault="00E06EC4" w:rsidP="00E06EC4">
      <w:r>
        <w:t>Fixing integer variables, and solving final LP...</w:t>
      </w:r>
    </w:p>
    <w:p w:rsidR="00E06EC4" w:rsidRDefault="00E06EC4" w:rsidP="00E06EC4">
      <w:r>
        <w:lastRenderedPageBreak/>
        <w:t xml:space="preserve">Fixed MIP </w:t>
      </w:r>
      <w:proofErr w:type="gramStart"/>
      <w:r>
        <w:t>status(</w:t>
      </w:r>
      <w:proofErr w:type="gramEnd"/>
      <w:r>
        <w:t>1): optimal</w:t>
      </w:r>
    </w:p>
    <w:p w:rsidR="00E06EC4" w:rsidRDefault="00E06EC4" w:rsidP="00E06EC4">
      <w:r>
        <w:t>Cplex Time: 0.00sec (det. 0.11 ticks)</w:t>
      </w:r>
    </w:p>
    <w:p w:rsidR="00E06EC4" w:rsidRDefault="00E06EC4" w:rsidP="00E06EC4">
      <w:proofErr w:type="gramStart"/>
      <w:r>
        <w:t>Proven optimal solution.</w:t>
      </w:r>
      <w:proofErr w:type="gramEnd"/>
    </w:p>
    <w:p w:rsidR="00E06EC4" w:rsidRDefault="00E06EC4" w:rsidP="00E06EC4"/>
    <w:p w:rsidR="00E06EC4" w:rsidRDefault="00E06EC4" w:rsidP="00E06EC4">
      <w:r>
        <w:t>MIP Solution:    272548404.923046    (0 iterations, 0 nodes)</w:t>
      </w:r>
    </w:p>
    <w:p w:rsidR="00E06EC4" w:rsidRDefault="00E06EC4" w:rsidP="00E06EC4">
      <w:r>
        <w:t>Final Solve:     272548404.923046    (0 iterations)</w:t>
      </w:r>
    </w:p>
    <w:p w:rsidR="00E06EC4" w:rsidRDefault="00E06EC4" w:rsidP="00E06EC4"/>
    <w:p w:rsidR="00E06EC4" w:rsidRDefault="00E06EC4" w:rsidP="00E06EC4">
      <w:r>
        <w:t>Best possible:   272548404.923046</w:t>
      </w:r>
    </w:p>
    <w:p w:rsidR="00E06EC4" w:rsidRDefault="00E06EC4" w:rsidP="00E06EC4">
      <w:r>
        <w:t>Absolute gap:            0.000000</w:t>
      </w:r>
    </w:p>
    <w:p w:rsidR="00E06EC4" w:rsidRDefault="00E06EC4" w:rsidP="00E06EC4">
      <w:r>
        <w:t>Relative gap:            0.000000</w:t>
      </w:r>
    </w:p>
    <w:p w:rsidR="00E06EC4" w:rsidRDefault="00E06EC4" w:rsidP="00E06EC4"/>
    <w:p w:rsidR="00E06EC4" w:rsidRDefault="00E06EC4" w:rsidP="00E06EC4"/>
    <w:p w:rsidR="00E06EC4" w:rsidRDefault="00E06EC4" w:rsidP="00E06EC4"/>
    <w:p w:rsidR="00E06EC4" w:rsidRDefault="00E06EC4" w:rsidP="00E06EC4">
      <w:r>
        <w:t xml:space="preserve">**** REPORT </w:t>
      </w:r>
      <w:proofErr w:type="gramStart"/>
      <w:r>
        <w:t>SUMMARY :</w:t>
      </w:r>
      <w:proofErr w:type="gramEnd"/>
      <w:r>
        <w:t xml:space="preserve">        0     NONOPT</w:t>
      </w:r>
    </w:p>
    <w:p w:rsidR="00E06EC4" w:rsidRDefault="00E06EC4" w:rsidP="00E06EC4">
      <w:r>
        <w:t xml:space="preserve">                             0 INFEASIBLE</w:t>
      </w:r>
    </w:p>
    <w:p w:rsidR="00E06EC4" w:rsidRDefault="00E06EC4" w:rsidP="00E06EC4">
      <w:r>
        <w:t xml:space="preserve">                             </w:t>
      </w:r>
      <w:proofErr w:type="gramStart"/>
      <w:r>
        <w:t>0  UNBOUNDED</w:t>
      </w:r>
      <w:proofErr w:type="gramEnd"/>
    </w:p>
    <w:p w:rsidR="00E06EC4" w:rsidRDefault="00E06EC4" w:rsidP="00E06EC4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16:20:03 Page 4</w:t>
      </w:r>
    </w:p>
    <w:p w:rsidR="00E06EC4" w:rsidRDefault="00E06EC4" w:rsidP="00E06EC4">
      <w:r>
        <w:t>G e n e r a l   A l g e b r a i c   M o d e l i n g   S y s t e m</w:t>
      </w:r>
    </w:p>
    <w:p w:rsidR="00E06EC4" w:rsidRDefault="00E06EC4" w:rsidP="00E06EC4">
      <w:r>
        <w:t>Model Statistics    SOLVE problem Using MIP From line 185</w:t>
      </w:r>
    </w:p>
    <w:p w:rsidR="00E06EC4" w:rsidRDefault="00E06EC4" w:rsidP="00E06EC4"/>
    <w:p w:rsidR="00E06EC4" w:rsidRDefault="00E06EC4" w:rsidP="00E06EC4"/>
    <w:p w:rsidR="00E06EC4" w:rsidRDefault="00E06EC4" w:rsidP="00E06EC4">
      <w:r>
        <w:t>MODEL STATISTICS</w:t>
      </w:r>
    </w:p>
    <w:p w:rsidR="00E06EC4" w:rsidRDefault="00E06EC4" w:rsidP="00E06EC4"/>
    <w:p w:rsidR="00E06EC4" w:rsidRDefault="00E06EC4" w:rsidP="00E06EC4">
      <w:r>
        <w:t>BLOCKS OF EQUATIONS          10     SINGLE EQUATIONS          206</w:t>
      </w:r>
    </w:p>
    <w:p w:rsidR="00E06EC4" w:rsidRDefault="00E06EC4" w:rsidP="00E06EC4">
      <w:r>
        <w:t>BLOCKS OF VARIABLES           7     SINGLE VARIABLES          989</w:t>
      </w:r>
    </w:p>
    <w:p w:rsidR="00E06EC4" w:rsidRDefault="00E06EC4" w:rsidP="00E06EC4">
      <w:r>
        <w:t>NON ZERO ELEMENTS         3,833     DISCRETE VARIABLES         87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GENERATION TIME      =        0.031 SECONDS      3 </w:t>
      </w:r>
      <w:proofErr w:type="gramStart"/>
      <w:r>
        <w:t>MB  24.1.3</w:t>
      </w:r>
      <w:proofErr w:type="gramEnd"/>
      <w:r>
        <w:t xml:space="preserve"> r41464 WEX-WEI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EXECUTION TIME       =        0.031 SECONDS      3 </w:t>
      </w:r>
      <w:proofErr w:type="gramStart"/>
      <w:r>
        <w:t>MB  24.1.3</w:t>
      </w:r>
      <w:proofErr w:type="gramEnd"/>
      <w:r>
        <w:t xml:space="preserve"> r41464 WEX-WEI</w:t>
      </w:r>
    </w:p>
    <w:p w:rsidR="00E06EC4" w:rsidRDefault="00E06EC4" w:rsidP="00E06EC4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16:20:03 Page 5</w:t>
      </w:r>
    </w:p>
    <w:p w:rsidR="00E06EC4" w:rsidRDefault="00E06EC4" w:rsidP="00E06EC4">
      <w:r>
        <w:t>G e n e r a l   A l g e b r a i c   M o d e l i n g   S y s t e m</w:t>
      </w:r>
    </w:p>
    <w:p w:rsidR="00E06EC4" w:rsidRDefault="00E06EC4" w:rsidP="00E06EC4">
      <w:r>
        <w:t>Solution Report     SOLVE problem Using MIP From line 185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               S O L V E      S U M M A R Y</w:t>
      </w:r>
    </w:p>
    <w:p w:rsidR="00E06EC4" w:rsidRDefault="00E06EC4" w:rsidP="00E06EC4"/>
    <w:p w:rsidR="00E06EC4" w:rsidRDefault="00E06EC4" w:rsidP="00E06EC4">
      <w:r>
        <w:t xml:space="preserve">     MODEL   problem             </w:t>
      </w:r>
      <w:proofErr w:type="gramStart"/>
      <w:r>
        <w:t>OBJECTIVE  obj</w:t>
      </w:r>
      <w:proofErr w:type="gramEnd"/>
    </w:p>
    <w:p w:rsidR="00E06EC4" w:rsidRDefault="00E06EC4" w:rsidP="00E06EC4">
      <w:r>
        <w:t xml:space="preserve">     TYPE    MIP                 </w:t>
      </w:r>
      <w:proofErr w:type="gramStart"/>
      <w:r>
        <w:t>DIRECTION  MINIMIZE</w:t>
      </w:r>
      <w:proofErr w:type="gramEnd"/>
    </w:p>
    <w:p w:rsidR="00E06EC4" w:rsidRDefault="00E06EC4" w:rsidP="00E06EC4">
      <w:r>
        <w:t xml:space="preserve">     </w:t>
      </w:r>
      <w:proofErr w:type="gramStart"/>
      <w:r>
        <w:t>SOLVER  CPLEX</w:t>
      </w:r>
      <w:proofErr w:type="gramEnd"/>
      <w:r>
        <w:t xml:space="preserve">               FROM LINE  185</w:t>
      </w:r>
    </w:p>
    <w:p w:rsidR="00E06EC4" w:rsidRDefault="00E06EC4" w:rsidP="00E06EC4"/>
    <w:p w:rsidR="00E06EC4" w:rsidRDefault="00E06EC4" w:rsidP="00E06EC4">
      <w:r>
        <w:t xml:space="preserve">**** SOLVER STATUS     1 Normal Completion         </w:t>
      </w:r>
    </w:p>
    <w:p w:rsidR="00E06EC4" w:rsidRDefault="00E06EC4" w:rsidP="00E06EC4">
      <w:r>
        <w:t xml:space="preserve">**** MODEL STATUS      8 Integer Solution          </w:t>
      </w:r>
    </w:p>
    <w:p w:rsidR="00E06EC4" w:rsidRDefault="00E06EC4" w:rsidP="00E06EC4">
      <w:r>
        <w:t>**** OBJECTIVE VALUE        266838754.6159</w:t>
      </w:r>
    </w:p>
    <w:p w:rsidR="00E06EC4" w:rsidRDefault="00E06EC4" w:rsidP="00E06EC4"/>
    <w:p w:rsidR="00E06EC4" w:rsidRDefault="00E06EC4" w:rsidP="00E06EC4">
      <w:r>
        <w:t xml:space="preserve"> RESOURCE USAGE, LIMIT          0.172      1000.000</w:t>
      </w:r>
    </w:p>
    <w:p w:rsidR="00E06EC4" w:rsidRDefault="00E06EC4" w:rsidP="00E06EC4">
      <w:r>
        <w:t xml:space="preserve"> ITERATION COUNT, LIMIT       339    2000000000</w:t>
      </w:r>
    </w:p>
    <w:p w:rsidR="00E06EC4" w:rsidRDefault="00E06EC4" w:rsidP="00E06EC4"/>
    <w:p w:rsidR="00E06EC4" w:rsidRDefault="00E06EC4" w:rsidP="00E06EC4">
      <w:r>
        <w:t xml:space="preserve">IBM ILOG CPLEX   24.1.3 r41464 Released Jul 26, 2013 WEI x86_64/MS Windows    </w:t>
      </w:r>
    </w:p>
    <w:p w:rsidR="00E06EC4" w:rsidRDefault="00E06EC4" w:rsidP="00E06EC4">
      <w:r>
        <w:t>--- GAMS/Cplex licensed for continuous and discrete problems.</w:t>
      </w:r>
    </w:p>
    <w:p w:rsidR="00E06EC4" w:rsidRDefault="00E06EC4" w:rsidP="00E06EC4">
      <w:r>
        <w:t>Cplex 12.5.1.0</w:t>
      </w:r>
    </w:p>
    <w:p w:rsidR="00E06EC4" w:rsidRDefault="00E06EC4" w:rsidP="00E06EC4"/>
    <w:p w:rsidR="00E06EC4" w:rsidRDefault="00E06EC4" w:rsidP="00E06EC4">
      <w:r>
        <w:t xml:space="preserve">MIP </w:t>
      </w:r>
      <w:proofErr w:type="gramStart"/>
      <w:r>
        <w:t>status(</w:t>
      </w:r>
      <w:proofErr w:type="gramEnd"/>
      <w:r>
        <w:t>102): integer optimal, tolerance</w:t>
      </w:r>
    </w:p>
    <w:p w:rsidR="00E06EC4" w:rsidRDefault="00E06EC4" w:rsidP="00E06EC4">
      <w:r>
        <w:t>Cplex Time: 0.06sec (det. 27.89 ticks)</w:t>
      </w:r>
    </w:p>
    <w:p w:rsidR="00E06EC4" w:rsidRDefault="00E06EC4" w:rsidP="00E06EC4">
      <w:r>
        <w:t>Fixing integer variables, and solving final LP...</w:t>
      </w:r>
    </w:p>
    <w:p w:rsidR="00E06EC4" w:rsidRDefault="00E06EC4" w:rsidP="00E06EC4">
      <w:r>
        <w:lastRenderedPageBreak/>
        <w:t xml:space="preserve">Fixed MIP </w:t>
      </w:r>
      <w:proofErr w:type="gramStart"/>
      <w:r>
        <w:t>status(</w:t>
      </w:r>
      <w:proofErr w:type="gramEnd"/>
      <w:r>
        <w:t>1): optimal</w:t>
      </w:r>
    </w:p>
    <w:p w:rsidR="00E06EC4" w:rsidRDefault="00E06EC4" w:rsidP="00E06EC4">
      <w:r>
        <w:t>Cplex Time: 0.09sec (det. 2.12 ticks)</w:t>
      </w:r>
    </w:p>
    <w:p w:rsidR="00E06EC4" w:rsidRDefault="00E06EC4" w:rsidP="00E06EC4">
      <w:r>
        <w:t>Solution satisfies tolerances.</w:t>
      </w:r>
    </w:p>
    <w:p w:rsidR="00E06EC4" w:rsidRDefault="00E06EC4" w:rsidP="00E06EC4"/>
    <w:p w:rsidR="00E06EC4" w:rsidRDefault="00E06EC4" w:rsidP="00E06EC4">
      <w:r>
        <w:t>MIP Solution:    266838754.615939    (199 iterations, 10 nodes)</w:t>
      </w:r>
    </w:p>
    <w:p w:rsidR="00E06EC4" w:rsidRDefault="00E06EC4" w:rsidP="00E06EC4">
      <w:r>
        <w:t>Final Solve:     266838754.615939    (140 iterations)</w:t>
      </w:r>
    </w:p>
    <w:p w:rsidR="00E06EC4" w:rsidRDefault="00E06EC4" w:rsidP="00E06EC4"/>
    <w:p w:rsidR="00E06EC4" w:rsidRDefault="00E06EC4" w:rsidP="00E06EC4">
      <w:r>
        <w:t>Best possible:   266779115.938241</w:t>
      </w:r>
    </w:p>
    <w:p w:rsidR="00E06EC4" w:rsidRDefault="00E06EC4" w:rsidP="00E06EC4">
      <w:r>
        <w:t>Absolute gap:        59638.677698</w:t>
      </w:r>
    </w:p>
    <w:p w:rsidR="00E06EC4" w:rsidRDefault="00E06EC4" w:rsidP="00E06EC4">
      <w:r>
        <w:t>Relative gap:            0.000224</w:t>
      </w:r>
    </w:p>
    <w:p w:rsidR="00E06EC4" w:rsidRDefault="00E06EC4" w:rsidP="00E06EC4"/>
    <w:p w:rsidR="00E06EC4" w:rsidRDefault="00E06EC4" w:rsidP="00E06EC4"/>
    <w:p w:rsidR="00E06EC4" w:rsidRDefault="00E06EC4" w:rsidP="00E06EC4"/>
    <w:p w:rsidR="00E06EC4" w:rsidRDefault="00E06EC4" w:rsidP="00E06EC4">
      <w:r>
        <w:t xml:space="preserve">**** REPORT </w:t>
      </w:r>
      <w:proofErr w:type="gramStart"/>
      <w:r>
        <w:t>SUMMARY :</w:t>
      </w:r>
      <w:proofErr w:type="gramEnd"/>
      <w:r>
        <w:t xml:space="preserve">        0     NONOPT</w:t>
      </w:r>
    </w:p>
    <w:p w:rsidR="00E06EC4" w:rsidRDefault="00E06EC4" w:rsidP="00E06EC4">
      <w:r>
        <w:t xml:space="preserve">                             0 INFEASIBLE</w:t>
      </w:r>
    </w:p>
    <w:p w:rsidR="00E06EC4" w:rsidRDefault="00E06EC4" w:rsidP="00E06EC4">
      <w:r>
        <w:t xml:space="preserve">                             </w:t>
      </w:r>
      <w:proofErr w:type="gramStart"/>
      <w:r>
        <w:t>0  UNBOUNDED</w:t>
      </w:r>
      <w:proofErr w:type="gramEnd"/>
    </w:p>
    <w:p w:rsidR="00E06EC4" w:rsidRDefault="00E06EC4" w:rsidP="00E06EC4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16:20:03 Page 6</w:t>
      </w:r>
    </w:p>
    <w:p w:rsidR="00E06EC4" w:rsidRDefault="00E06EC4" w:rsidP="00E06EC4">
      <w:r>
        <w:t>G e n e r a l   A l g e b r a i c   M o d e l i n g   S y s t e m</w:t>
      </w:r>
    </w:p>
    <w:p w:rsidR="00E06EC4" w:rsidRDefault="00E06EC4" w:rsidP="00E06EC4">
      <w:r>
        <w:t>E x e c u t i o n</w:t>
      </w:r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----    205 VARIABLE </w:t>
      </w:r>
      <w:proofErr w:type="gramStart"/>
      <w:r>
        <w:t>b.L  binary</w:t>
      </w:r>
      <w:proofErr w:type="gramEnd"/>
      <w:r>
        <w:t xml:space="preserve"> variable specifying the process selection</w:t>
      </w:r>
    </w:p>
    <w:p w:rsidR="00E06EC4" w:rsidRDefault="00E06EC4" w:rsidP="00E06EC4"/>
    <w:p w:rsidR="00E06EC4" w:rsidRDefault="00E06EC4" w:rsidP="00E06EC4">
      <w:r>
        <w:t xml:space="preserve">             1</w:t>
      </w:r>
    </w:p>
    <w:p w:rsidR="00E06EC4" w:rsidRDefault="00E06EC4" w:rsidP="00E06EC4"/>
    <w:p w:rsidR="00E06EC4" w:rsidRDefault="00E06EC4" w:rsidP="00E06EC4">
      <w:r>
        <w:t>1        1.000</w:t>
      </w:r>
    </w:p>
    <w:p w:rsidR="00E06EC4" w:rsidRDefault="00E06EC4" w:rsidP="00E06EC4">
      <w:r>
        <w:t>3        1.000</w:t>
      </w:r>
    </w:p>
    <w:p w:rsidR="00E06EC4" w:rsidRDefault="00E06EC4" w:rsidP="00E06EC4">
      <w:r>
        <w:t>8        1.000</w:t>
      </w:r>
    </w:p>
    <w:p w:rsidR="00E06EC4" w:rsidRDefault="00E06EC4" w:rsidP="00E06EC4">
      <w:r>
        <w:t>14       1.000</w:t>
      </w:r>
    </w:p>
    <w:p w:rsidR="00E06EC4" w:rsidRDefault="00E06EC4" w:rsidP="00E06EC4">
      <w:r>
        <w:t>15       1.000</w:t>
      </w:r>
    </w:p>
    <w:p w:rsidR="00E06EC4" w:rsidRDefault="00E06EC4" w:rsidP="00E06EC4">
      <w:r>
        <w:t>16       1.000</w:t>
      </w:r>
    </w:p>
    <w:p w:rsidR="00E06EC4" w:rsidRDefault="00E06EC4" w:rsidP="00E06EC4">
      <w:r>
        <w:t>17       1.000</w:t>
      </w:r>
    </w:p>
    <w:p w:rsidR="00E06EC4" w:rsidRDefault="00E06EC4" w:rsidP="00E06EC4">
      <w:r>
        <w:t>18       1.000</w:t>
      </w:r>
    </w:p>
    <w:p w:rsidR="00E06EC4" w:rsidRDefault="00E06EC4" w:rsidP="00E06EC4">
      <w:r>
        <w:t>19       1.000</w:t>
      </w:r>
    </w:p>
    <w:p w:rsidR="00E06EC4" w:rsidRDefault="00E06EC4" w:rsidP="00E06EC4">
      <w:r>
        <w:t>21       1.000</w:t>
      </w:r>
    </w:p>
    <w:p w:rsidR="00E06EC4" w:rsidRDefault="00E06EC4" w:rsidP="00E06EC4">
      <w:r>
        <w:t>22       1.000</w:t>
      </w:r>
    </w:p>
    <w:p w:rsidR="00E06EC4" w:rsidRDefault="00E06EC4" w:rsidP="00E06EC4">
      <w:r>
        <w:t>23       1.000</w:t>
      </w:r>
    </w:p>
    <w:p w:rsidR="00E06EC4" w:rsidRDefault="00E06EC4" w:rsidP="00E06EC4">
      <w:r>
        <w:t>26       1.000</w:t>
      </w:r>
    </w:p>
    <w:p w:rsidR="00E06EC4" w:rsidRDefault="00E06EC4" w:rsidP="00E06EC4">
      <w:r>
        <w:t>28       1.000</w:t>
      </w:r>
    </w:p>
    <w:p w:rsidR="00E06EC4" w:rsidRDefault="00E06EC4" w:rsidP="00E06EC4"/>
    <w:p w:rsidR="00E06EC4" w:rsidRDefault="00E06EC4" w:rsidP="00E06EC4"/>
    <w:p w:rsidR="00E06EC4" w:rsidRDefault="00E06EC4" w:rsidP="00E06EC4">
      <w:proofErr w:type="gramStart"/>
      <w:r>
        <w:lastRenderedPageBreak/>
        <w:t>----    205 VARIABLE red_final.L</w:t>
      </w:r>
      <w:proofErr w:type="gramEnd"/>
      <w:r>
        <w:t xml:space="preserve">  </w:t>
      </w:r>
    </w:p>
    <w:p w:rsidR="00E06EC4" w:rsidRDefault="00E06EC4" w:rsidP="00E06EC4"/>
    <w:p w:rsidR="00E06EC4" w:rsidRDefault="00E06EC4" w:rsidP="00E06EC4">
      <w:r>
        <w:t xml:space="preserve">             1</w:t>
      </w:r>
    </w:p>
    <w:p w:rsidR="00E06EC4" w:rsidRDefault="00E06EC4" w:rsidP="00E06EC4"/>
    <w:p w:rsidR="00E06EC4" w:rsidRDefault="00E06EC4" w:rsidP="00E06EC4">
      <w:r>
        <w:t>1        0.123</w:t>
      </w:r>
    </w:p>
    <w:p w:rsidR="00E06EC4" w:rsidRDefault="00E06EC4" w:rsidP="00E06EC4">
      <w:r>
        <w:t>2        0.002</w:t>
      </w:r>
    </w:p>
    <w:p w:rsidR="00E06EC4" w:rsidRDefault="00E06EC4" w:rsidP="00E06EC4">
      <w:r>
        <w:t>3        0.010</w:t>
      </w:r>
    </w:p>
    <w:p w:rsidR="00E06EC4" w:rsidRDefault="00E06EC4" w:rsidP="00E06EC4">
      <w:r>
        <w:t>4        0.001</w:t>
      </w:r>
    </w:p>
    <w:p w:rsidR="00E06EC4" w:rsidRDefault="00E06EC4" w:rsidP="00E06EC4">
      <w:r>
        <w:t>5        0.003</w:t>
      </w:r>
    </w:p>
    <w:p w:rsidR="00E06EC4" w:rsidRDefault="00E06EC4" w:rsidP="00E06EC4">
      <w:r>
        <w:t>6        0.003</w:t>
      </w:r>
    </w:p>
    <w:p w:rsidR="00E06EC4" w:rsidRDefault="00E06EC4" w:rsidP="00E06EC4">
      <w:r>
        <w:t>7        0.002</w:t>
      </w:r>
    </w:p>
    <w:p w:rsidR="00E06EC4" w:rsidRDefault="00E06EC4" w:rsidP="00E06EC4">
      <w:r>
        <w:t>8        0.079</w:t>
      </w:r>
    </w:p>
    <w:p w:rsidR="00E06EC4" w:rsidRDefault="00E06EC4" w:rsidP="00E06EC4">
      <w:r>
        <w:t>9        0.008</w:t>
      </w:r>
    </w:p>
    <w:p w:rsidR="00E06EC4" w:rsidRDefault="00E06EC4" w:rsidP="00E06EC4">
      <w:proofErr w:type="gramStart"/>
      <w:r>
        <w:t>10 5.234066E-4</w:t>
      </w:r>
      <w:proofErr w:type="gramEnd"/>
    </w:p>
    <w:p w:rsidR="00E06EC4" w:rsidRDefault="00E06EC4" w:rsidP="00E06EC4">
      <w:proofErr w:type="gramStart"/>
      <w:r>
        <w:t>11 4.681529E-4</w:t>
      </w:r>
      <w:proofErr w:type="gramEnd"/>
    </w:p>
    <w:p w:rsidR="00E06EC4" w:rsidRDefault="00E06EC4" w:rsidP="00E06EC4">
      <w:proofErr w:type="gramStart"/>
      <w:r>
        <w:t>12 6.891677E-4</w:t>
      </w:r>
      <w:proofErr w:type="gramEnd"/>
    </w:p>
    <w:p w:rsidR="00E06EC4" w:rsidRDefault="00E06EC4" w:rsidP="00E06EC4">
      <w:r>
        <w:t>13       0.002</w:t>
      </w:r>
    </w:p>
    <w:p w:rsidR="00E06EC4" w:rsidRDefault="00E06EC4" w:rsidP="00E06EC4">
      <w:r>
        <w:t>14       0.011</w:t>
      </w:r>
    </w:p>
    <w:p w:rsidR="00E06EC4" w:rsidRDefault="00E06EC4" w:rsidP="00E06EC4">
      <w:r>
        <w:t>15       0.040</w:t>
      </w:r>
    </w:p>
    <w:p w:rsidR="00E06EC4" w:rsidRDefault="00E06EC4" w:rsidP="00E06EC4">
      <w:r>
        <w:t>16       0.024</w:t>
      </w:r>
    </w:p>
    <w:p w:rsidR="00E06EC4" w:rsidRDefault="00E06EC4" w:rsidP="00E06EC4">
      <w:r>
        <w:t>17       0.174</w:t>
      </w:r>
    </w:p>
    <w:p w:rsidR="00E06EC4" w:rsidRDefault="00E06EC4" w:rsidP="00E06EC4">
      <w:r>
        <w:t>18       0.057</w:t>
      </w:r>
    </w:p>
    <w:p w:rsidR="00E06EC4" w:rsidRDefault="00E06EC4" w:rsidP="00E06EC4">
      <w:r>
        <w:t>19       0.004</w:t>
      </w:r>
    </w:p>
    <w:p w:rsidR="00E06EC4" w:rsidRDefault="00E06EC4" w:rsidP="00E06EC4">
      <w:proofErr w:type="gramStart"/>
      <w:r>
        <w:t>20 7.095210E-4</w:t>
      </w:r>
      <w:proofErr w:type="gramEnd"/>
    </w:p>
    <w:p w:rsidR="00E06EC4" w:rsidRDefault="00E06EC4" w:rsidP="00E06EC4">
      <w:r>
        <w:t>21       0.277</w:t>
      </w:r>
    </w:p>
    <w:p w:rsidR="00E06EC4" w:rsidRDefault="00E06EC4" w:rsidP="00E06EC4">
      <w:r>
        <w:lastRenderedPageBreak/>
        <w:t>22       0.016</w:t>
      </w:r>
    </w:p>
    <w:p w:rsidR="00E06EC4" w:rsidRDefault="00E06EC4" w:rsidP="00E06EC4">
      <w:r>
        <w:t>23       0.066</w:t>
      </w:r>
    </w:p>
    <w:p w:rsidR="00E06EC4" w:rsidRDefault="00E06EC4" w:rsidP="00E06EC4">
      <w:r>
        <w:t>24       0.003</w:t>
      </w:r>
    </w:p>
    <w:p w:rsidR="00E06EC4" w:rsidRDefault="00E06EC4" w:rsidP="00E06EC4">
      <w:r>
        <w:t>25       0.001</w:t>
      </w:r>
    </w:p>
    <w:p w:rsidR="00E06EC4" w:rsidRDefault="00E06EC4" w:rsidP="00E06EC4">
      <w:proofErr w:type="gramStart"/>
      <w:r>
        <w:t>26 8.487739E-4</w:t>
      </w:r>
      <w:proofErr w:type="gramEnd"/>
    </w:p>
    <w:p w:rsidR="00E06EC4" w:rsidRDefault="00E06EC4" w:rsidP="00E06EC4">
      <w:proofErr w:type="gramStart"/>
      <w:r>
        <w:t>27 4.139517E-6</w:t>
      </w:r>
      <w:proofErr w:type="gramEnd"/>
    </w:p>
    <w:p w:rsidR="00E06EC4" w:rsidRDefault="00E06EC4" w:rsidP="00E06EC4">
      <w:r>
        <w:t>28       0.003</w:t>
      </w:r>
    </w:p>
    <w:p w:rsidR="00E06EC4" w:rsidRDefault="00E06EC4" w:rsidP="00E06EC4">
      <w:proofErr w:type="gramStart"/>
      <w:r>
        <w:t>29 5.064171E-5</w:t>
      </w:r>
      <w:proofErr w:type="gramEnd"/>
    </w:p>
    <w:p w:rsidR="00E06EC4" w:rsidRDefault="00E06EC4" w:rsidP="00E06EC4"/>
    <w:p w:rsidR="00E06EC4" w:rsidRDefault="00E06EC4" w:rsidP="00E06EC4"/>
    <w:p w:rsidR="00E06EC4" w:rsidRDefault="00E06EC4" w:rsidP="00E06EC4">
      <w:r>
        <w:t xml:space="preserve">----    205 PARAMETER </w:t>
      </w:r>
      <w:proofErr w:type="gramStart"/>
      <w:r>
        <w:t>Results  To</w:t>
      </w:r>
      <w:proofErr w:type="gramEnd"/>
      <w:r>
        <w:t xml:space="preserve"> store the results</w:t>
      </w:r>
    </w:p>
    <w:p w:rsidR="00E06EC4" w:rsidRDefault="00E06EC4" w:rsidP="00E06EC4"/>
    <w:p w:rsidR="00E06EC4" w:rsidRDefault="00E06EC4" w:rsidP="00E06EC4">
      <w:r>
        <w:t xml:space="preserve">            1           2           3           4           5</w:t>
      </w:r>
    </w:p>
    <w:p w:rsidR="00E06EC4" w:rsidRDefault="00E06EC4" w:rsidP="00E06EC4"/>
    <w:p w:rsidR="00E06EC4" w:rsidRDefault="00E06EC4" w:rsidP="00E06EC4">
      <w:r>
        <w:t>1       0.912 1.456832E+8 1.211555E+8 2.668388E+8       0.052</w:t>
      </w:r>
    </w:p>
    <w:p w:rsidR="00E06EC4" w:rsidRDefault="00E06EC4" w:rsidP="00E06EC4"/>
    <w:p w:rsidR="00E06EC4" w:rsidRDefault="00E06EC4" w:rsidP="00E06EC4"/>
    <w:p w:rsidR="00E06EC4" w:rsidRDefault="00E06EC4" w:rsidP="00E06EC4"/>
    <w:p w:rsidR="00E06EC4" w:rsidRDefault="00E06EC4" w:rsidP="00E06EC4">
      <w:r>
        <w:t xml:space="preserve">EXECUTION TIME       =        0.000 SECONDS      3 </w:t>
      </w:r>
      <w:proofErr w:type="gramStart"/>
      <w:r>
        <w:t>MB  24.1.3</w:t>
      </w:r>
      <w:proofErr w:type="gramEnd"/>
      <w:r>
        <w:t xml:space="preserve"> r41464 WEX-WEI</w:t>
      </w:r>
    </w:p>
    <w:p w:rsidR="00E06EC4" w:rsidRDefault="00E06EC4" w:rsidP="00E06EC4"/>
    <w:p w:rsidR="00E06EC4" w:rsidRDefault="00E06EC4" w:rsidP="00E06EC4"/>
    <w:p w:rsidR="00E06EC4" w:rsidRDefault="00E06EC4" w:rsidP="00E06EC4">
      <w:r>
        <w:t>USER: Jeff Polasek                                   G130903:1641AS-WIN</w:t>
      </w:r>
    </w:p>
    <w:p w:rsidR="00E06EC4" w:rsidRDefault="00E06EC4" w:rsidP="00E06EC4">
      <w:r>
        <w:t xml:space="preserve">      Texas A&amp;M University, Artie McFerrin Department of ChemicaDC10525</w:t>
      </w:r>
    </w:p>
    <w:p w:rsidR="00E06EC4" w:rsidRDefault="00E06EC4" w:rsidP="00E06EC4">
      <w:r>
        <w:t xml:space="preserve">      License for teaching and research at degree granting institutions</w:t>
      </w:r>
    </w:p>
    <w:p w:rsidR="00E06EC4" w:rsidRDefault="00E06EC4" w:rsidP="00E06EC4"/>
    <w:p w:rsidR="00E06EC4" w:rsidRDefault="00E06EC4" w:rsidP="00E06EC4"/>
    <w:p w:rsidR="00E06EC4" w:rsidRDefault="00E06EC4" w:rsidP="00E06EC4">
      <w:r>
        <w:t>**** FILE SUMMARY</w:t>
      </w:r>
    </w:p>
    <w:p w:rsidR="00E06EC4" w:rsidRDefault="00E06EC4" w:rsidP="00E06EC4"/>
    <w:p w:rsidR="00E06EC4" w:rsidRDefault="00E06EC4" w:rsidP="00E06EC4">
      <w:r>
        <w:t>Input      C:\Users\debalinasengupta\Desktop\Trading_HealthCare_Objective.gms</w:t>
      </w:r>
    </w:p>
    <w:p w:rsidR="00E06EC4" w:rsidRDefault="00E06EC4" w:rsidP="00E06EC4">
      <w:r>
        <w:t>Output     C:\Users\debalinasengupta\Documents\gamsdir\projdir\Trading_HealthCar</w:t>
      </w:r>
    </w:p>
    <w:p w:rsidR="0087682A" w:rsidRDefault="00E06EC4" w:rsidP="00E06EC4">
      <w:r>
        <w:t xml:space="preserve">           e_Objective.lst</w:t>
      </w:r>
      <w:bookmarkStart w:id="0" w:name="_GoBack"/>
      <w:bookmarkEnd w:id="0"/>
    </w:p>
    <w:sectPr w:rsidR="00876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46"/>
    <w:rsid w:val="0087682A"/>
    <w:rsid w:val="00AA7046"/>
    <w:rsid w:val="00E0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6F310E2D</Template>
  <TotalTime>1</TotalTime>
  <Pages>12</Pages>
  <Words>928</Words>
  <Characters>5293</Characters>
  <Application>Microsoft Office Word</Application>
  <DocSecurity>0</DocSecurity>
  <Lines>44</Lines>
  <Paragraphs>12</Paragraphs>
  <ScaleCrop>false</ScaleCrop>
  <Company>Chemical Engineering, Texas A&amp;M University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2016-01-19T22:19:00Z</dcterms:created>
  <dcterms:modified xsi:type="dcterms:W3CDTF">2016-01-19T22:20:00Z</dcterms:modified>
</cp:coreProperties>
</file>